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22779" w14:textId="2C05A0B3" w:rsidR="00522E43" w:rsidRPr="00E3660B" w:rsidRDefault="00522E43" w:rsidP="00C04AE4">
      <w:pPr>
        <w:pStyle w:val="Corptext"/>
        <w:ind w:right="413"/>
        <w:jc w:val="right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Anexa</w:t>
      </w:r>
      <w:r w:rsidR="00EC3F30">
        <w:rPr>
          <w:rFonts w:ascii="Calibri" w:hAnsi="Calibri" w:cs="Calibri"/>
          <w:sz w:val="22"/>
          <w:szCs w:val="22"/>
        </w:rPr>
        <w:t xml:space="preserve"> </w:t>
      </w:r>
      <w:r w:rsidR="00D861D8">
        <w:rPr>
          <w:rFonts w:ascii="Calibri" w:hAnsi="Calibri" w:cs="Calibri"/>
          <w:sz w:val="22"/>
          <w:szCs w:val="22"/>
        </w:rPr>
        <w:t>9</w:t>
      </w:r>
    </w:p>
    <w:p w14:paraId="23512EAA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7C780433" w14:textId="77777777" w:rsidR="00C04AE4" w:rsidRDefault="00522E43" w:rsidP="00C04AE4">
      <w:pPr>
        <w:pStyle w:val="Corp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GRILA</w:t>
      </w:r>
      <w:r w:rsidRPr="00E3660B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DE</w:t>
      </w:r>
      <w:r w:rsidRPr="00E3660B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ANALIZĂ</w:t>
      </w:r>
      <w:r w:rsidRPr="00E3660B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</w:t>
      </w:r>
      <w:r w:rsidRPr="00E3660B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CONFORMITATII </w:t>
      </w:r>
      <w:r w:rsidRPr="00E3660B">
        <w:rPr>
          <w:rFonts w:ascii="Calibri" w:hAnsi="Calibri" w:cs="Calibri"/>
          <w:spacing w:val="-57"/>
          <w:sz w:val="22"/>
          <w:szCs w:val="22"/>
        </w:rPr>
        <w:t xml:space="preserve">             </w:t>
      </w:r>
      <w:r w:rsidRPr="00E3660B">
        <w:rPr>
          <w:rFonts w:ascii="Calibri" w:hAnsi="Calibri" w:cs="Calibri"/>
          <w:sz w:val="22"/>
          <w:szCs w:val="22"/>
        </w:rPr>
        <w:t>PROIECTULUI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TEHNIC </w:t>
      </w:r>
    </w:p>
    <w:p w14:paraId="23460D91" w14:textId="77777777" w:rsidR="00522E43" w:rsidRPr="00E3660B" w:rsidRDefault="00522E43" w:rsidP="00C04AE4">
      <w:pPr>
        <w:pStyle w:val="Corp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(PT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–</w:t>
      </w:r>
      <w:r w:rsidRPr="00E3660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HG 907/2016)</w:t>
      </w:r>
    </w:p>
    <w:p w14:paraId="51834306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33AF24BB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E3660B" w14:paraId="485D02CA" w14:textId="77777777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F4D2" w14:textId="77777777" w:rsidR="00522E43" w:rsidRPr="00E3660B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Programul Regiunea Centru 2021-2027</w:t>
            </w:r>
          </w:p>
        </w:tc>
      </w:tr>
      <w:tr w:rsidR="00D861D8" w:rsidRPr="00E3660B" w14:paraId="76DBC482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0EBCE" w14:textId="77777777" w:rsidR="00D861D8" w:rsidRPr="0021575D" w:rsidRDefault="00D861D8" w:rsidP="00D861D8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114E" w14:textId="755B3535" w:rsidR="00D861D8" w:rsidRPr="0021575D" w:rsidRDefault="00D861D8" w:rsidP="00D861D8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 w:rsidRPr="000C0E83">
              <w:rPr>
                <w:rFonts w:ascii="Calibri" w:hAnsi="Calibri" w:cs="Calibri"/>
              </w:rPr>
              <w:t>O regiune competitivă prin inovare si intreprinderi dinamice pentru o economie inteligenta</w:t>
            </w:r>
          </w:p>
        </w:tc>
      </w:tr>
      <w:tr w:rsidR="00D861D8" w:rsidRPr="00E3660B" w14:paraId="30B9BB93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EB3FF" w14:textId="77777777" w:rsidR="00D861D8" w:rsidRPr="0021575D" w:rsidRDefault="00D861D8" w:rsidP="00D861D8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38BF" w14:textId="10214827" w:rsidR="00D861D8" w:rsidRPr="0021575D" w:rsidRDefault="00D861D8" w:rsidP="00D861D8">
            <w:pPr>
              <w:pStyle w:val="TableParagraph"/>
              <w:rPr>
                <w:rFonts w:ascii="Calibri" w:hAnsi="Calibri" w:cs="Calibri"/>
              </w:rPr>
            </w:pPr>
            <w:r w:rsidRPr="000C0E83">
              <w:rPr>
                <w:rFonts w:ascii="Calibri" w:hAnsi="Calibri" w:cs="Calibri"/>
              </w:rPr>
              <w:t>Actiunii 5.2. Structuri de sprijin pentru dezvoltare IMM</w:t>
            </w:r>
          </w:p>
        </w:tc>
      </w:tr>
      <w:tr w:rsidR="00D861D8" w:rsidRPr="00E3660B" w14:paraId="66EB1722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B51E" w14:textId="77777777" w:rsidR="00D861D8" w:rsidRPr="0021575D" w:rsidRDefault="00D861D8" w:rsidP="00D861D8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1B04" w14:textId="266BAB81" w:rsidR="00D861D8" w:rsidRPr="0021575D" w:rsidRDefault="00D861D8" w:rsidP="00D861D8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5.2.</w:t>
            </w:r>
            <w:r w:rsidRPr="000C0E83">
              <w:rPr>
                <w:rFonts w:ascii="Calibri" w:hAnsi="Calibri" w:cs="Calibri"/>
              </w:rPr>
              <w:t>1 Investiții în incubatoare si acceleratoare de afaceri</w:t>
            </w:r>
          </w:p>
        </w:tc>
      </w:tr>
      <w:tr w:rsidR="00522E43" w:rsidRPr="00E3660B" w14:paraId="60ACAA45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35368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Titlul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B7BE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24F0189B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D0663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apel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DE55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34472976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CAEDA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Cod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SMIS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CB20A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43B17F8C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E6936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1230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14:paraId="0B76FBF9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338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194"/>
        <w:gridCol w:w="43"/>
        <w:gridCol w:w="99"/>
        <w:gridCol w:w="283"/>
        <w:gridCol w:w="43"/>
        <w:gridCol w:w="99"/>
        <w:gridCol w:w="309"/>
        <w:gridCol w:w="43"/>
        <w:gridCol w:w="99"/>
        <w:gridCol w:w="305"/>
        <w:gridCol w:w="43"/>
        <w:gridCol w:w="99"/>
        <w:gridCol w:w="1795"/>
        <w:gridCol w:w="43"/>
        <w:gridCol w:w="99"/>
      </w:tblGrid>
      <w:tr w:rsidR="00522E43" w:rsidRPr="00E3660B" w14:paraId="4964CB51" w14:textId="77777777" w:rsidTr="00C04AE4">
        <w:trPr>
          <w:gridAfter w:val="2"/>
          <w:wAfter w:w="142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D3853" w14:textId="77777777" w:rsidR="00522E43" w:rsidRPr="00E3660B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Nr.</w:t>
            </w:r>
            <w:r w:rsidRPr="00E3660B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crt.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6C330" w14:textId="77777777" w:rsidR="00522E43" w:rsidRPr="00E3660B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AC5CE" w14:textId="77777777" w:rsidR="00522E43" w:rsidRPr="00E3660B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409B" w14:textId="77777777" w:rsidR="00522E43" w:rsidRPr="00E3660B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2732C" w14:textId="77777777" w:rsidR="00522E43" w:rsidRPr="00E3660B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91203" w14:textId="77777777" w:rsidR="00522E43" w:rsidRPr="00E3660B" w:rsidRDefault="00522E43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Observa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</w:p>
        </w:tc>
      </w:tr>
      <w:tr w:rsidR="00522E43" w:rsidRPr="00E3660B" w14:paraId="200B8DDA" w14:textId="77777777" w:rsidTr="00C04AE4">
        <w:trPr>
          <w:gridAfter w:val="2"/>
          <w:wAfter w:w="142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AD8AE2E" w14:textId="77777777" w:rsidR="00522E43" w:rsidRPr="00E3660B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w w:val="99"/>
              </w:rPr>
              <w:t xml:space="preserve">       </w:t>
            </w:r>
            <w:r w:rsidR="00522E43" w:rsidRPr="00E3660B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59EE6B1" w14:textId="77777777"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PRIVIND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INUTUL</w:t>
            </w:r>
            <w:r w:rsidRPr="00E3660B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C04CED2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F7F22CF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B6734D9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1630D8D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17E61B15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D9D70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1A9DC933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323C7894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14:paraId="54EA9171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876C" w14:textId="77777777"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se respectă structura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Proiectului tehnic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 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legisla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– etapa a III-a din cadrul anexei 11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privind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etapele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elaborare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inutul-cadru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al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documenta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tehnico-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economice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aferente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obiectivelor/proiectelor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investi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finan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ate din fonduri publice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1F3C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D3B4E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8F893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060E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77CF7B51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9BFDB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21C7D" w14:textId="77777777"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 scrisă prezintă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generale privind obiectivul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conform preciz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rilor din cadrul anexei 10 la HG 907/2016:</w:t>
            </w:r>
          </w:p>
          <w:p w14:paraId="557B987D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Denumirea obiectivului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14:paraId="0195CC47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Amplasamentul?</w:t>
            </w:r>
          </w:p>
          <w:p w14:paraId="6ACA839A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Actul administrativ prin care a fost aprobat(ă), în condi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legii, studiul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14:paraId="7627938B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Ordonatorul principal de credite?</w:t>
            </w:r>
          </w:p>
          <w:p w14:paraId="675436C0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Investitorul?</w:t>
            </w:r>
          </w:p>
          <w:p w14:paraId="24C55C50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Beneficiarul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iei?</w:t>
            </w:r>
          </w:p>
          <w:p w14:paraId="42732681" w14:textId="77777777"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Elaboratorul proiectului tehnic de 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FA9A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2DAAF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4543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0570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14:paraId="288E110A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C643" w14:textId="77777777"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F1A6" w14:textId="77777777"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prezentate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privind prezentarea scenariului/op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 aprobat(e) în cadrul studiului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(parte din memoriul tehnic general), conform </w:t>
            </w:r>
            <w:r w:rsidR="007B3E15" w:rsidRPr="00E3660B">
              <w:rPr>
                <w:rFonts w:ascii="Calibri" w:hAnsi="Calibri" w:cs="Calibri"/>
              </w:rPr>
              <w:t>conținutul</w:t>
            </w:r>
            <w:r w:rsidR="007B3E15">
              <w:rPr>
                <w:rFonts w:ascii="Calibri" w:hAnsi="Calibri" w:cs="Calibri"/>
              </w:rPr>
              <w:t>ui</w:t>
            </w:r>
            <w:r w:rsidRPr="00E3660B">
              <w:rPr>
                <w:rFonts w:ascii="Calibri" w:hAnsi="Calibri" w:cs="Calibri"/>
              </w:rPr>
              <w:t xml:space="preserve">-cadru al PT reglementat prin HG 907/2016, care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</w:rPr>
              <w:t>:</w:t>
            </w:r>
          </w:p>
          <w:p w14:paraId="22C74A25" w14:textId="77777777"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Particularitățile</w:t>
            </w:r>
            <w:r w:rsidRPr="00E3660B">
              <w:rPr>
                <w:rFonts w:ascii="Calibri" w:hAnsi="Calibri" w:cs="Calibri"/>
              </w:rPr>
              <w:t xml:space="preserve"> amplasamentului ?</w:t>
            </w:r>
          </w:p>
          <w:p w14:paraId="527422F0" w14:textId="77777777" w:rsidR="00522E43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Soluția</w:t>
            </w:r>
            <w:r w:rsidRPr="00E3660B">
              <w:rPr>
                <w:rFonts w:ascii="Calibri" w:hAnsi="Calibri" w:cs="Calibri"/>
              </w:rPr>
              <w:t xml:space="preserve"> tehnica, inclusiv organizarea de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458D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20F70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6EDAB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87283" w14:textId="77777777"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273596" w:rsidRPr="00E3660B" w14:paraId="70652308" w14:textId="77777777" w:rsidTr="00C04AE4">
        <w:trPr>
          <w:gridAfter w:val="2"/>
          <w:wAfter w:w="142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7370" w14:textId="77777777" w:rsidR="00273596" w:rsidRPr="00E3660B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9827A" w14:textId="77777777" w:rsidR="00273596" w:rsidRPr="00E3660B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Memoriul de arhitectura </w:t>
            </w:r>
            <w:r w:rsidRPr="00E3660B">
              <w:rPr>
                <w:rFonts w:ascii="Calibri" w:hAnsi="Calibri" w:cs="Calibri"/>
              </w:rPr>
              <w:t>care con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ine descrierea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arhitectură,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66A7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1D08A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F6A2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56AE" w14:textId="77777777"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557F8BFA" w14:textId="77777777" w:rsidTr="00C04AE4">
        <w:trPr>
          <w:gridAfter w:val="2"/>
          <w:wAfter w:w="142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D13B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B0DC" w14:textId="77777777"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domeniilor/subdomeniilor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construc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(structura,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drumuri,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="007B3E15">
              <w:rPr>
                <w:rFonts w:ascii="Calibri" w:hAnsi="Calibri" w:cs="Calibri"/>
              </w:rPr>
              <w:t xml:space="preserve"> amenajări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exterioare, </w:t>
            </w:r>
            <w:r w:rsidR="007B3E15" w:rsidRPr="00E3660B">
              <w:rPr>
                <w:rFonts w:ascii="Calibri" w:hAnsi="Calibri" w:cs="Calibri"/>
              </w:rPr>
              <w:lastRenderedPageBreak/>
              <w:t>amenajări</w:t>
            </w:r>
            <w:r w:rsidRPr="00E3660B">
              <w:rPr>
                <w:rFonts w:ascii="Calibri" w:hAnsi="Calibri" w:cs="Calibri"/>
              </w:rPr>
              <w:t xml:space="preserve"> hidrotehnice, etc –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caz) cu 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amplasamentului,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 cu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privire 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exigentele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esențiale</w:t>
            </w:r>
            <w:r w:rsidRPr="00E3660B">
              <w:rPr>
                <w:rFonts w:ascii="Calibri" w:hAnsi="Calibri" w:cs="Calibri"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D951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F49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D1F2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0A39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CD8C1A9" w14:textId="77777777" w:rsidTr="00C04AE4">
        <w:trPr>
          <w:gridAfter w:val="2"/>
          <w:wAfter w:w="142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9C64C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9083B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specialită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ilor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instala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</w:p>
          <w:p w14:paraId="59ADA93B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288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AD8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0A54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8C3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46D2058" w14:textId="77777777" w:rsidTr="00C04AE4">
        <w:trPr>
          <w:gridAfter w:val="2"/>
          <w:wAfter w:w="142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A616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6E982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Breviarele de calcul </w:t>
            </w:r>
            <w:r w:rsidRPr="00E3660B">
              <w:rPr>
                <w:rFonts w:ascii="Calibri" w:hAnsi="Calibri" w:cs="Calibri"/>
              </w:rPr>
              <w:t>pentru dimensionarea elementelor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elaborate pentru fiecare element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 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precizează</w:t>
            </w:r>
            <w:r w:rsidRPr="00E3660B">
              <w:rPr>
                <w:rFonts w:ascii="Calibri" w:hAnsi="Calibri" w:cs="Calibri"/>
              </w:rPr>
              <w:t>:</w:t>
            </w:r>
          </w:p>
          <w:p w14:paraId="66F8F232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încărcările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36"/>
              </w:rPr>
              <w:t xml:space="preserve"> </w:t>
            </w:r>
            <w:r w:rsidRPr="00E3660B">
              <w:rPr>
                <w:rFonts w:ascii="Calibri" w:hAnsi="Calibri" w:cs="Calibri"/>
              </w:rPr>
              <w:t>ipotezele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combina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</w:p>
          <w:p w14:paraId="77705D6C" w14:textId="77777777" w:rsidR="009F75B4" w:rsidRPr="00E3660B" w:rsidRDefault="009F75B4" w:rsidP="001B674D">
            <w:pPr>
              <w:pStyle w:val="TableParagraph"/>
              <w:ind w:left="81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metodologia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2CBD02B4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verificările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dimensionările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6A1D80A4" w14:textId="77777777"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programele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F7D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C819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73B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A02E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39C5F52" w14:textId="77777777" w:rsidTr="00C04AE4">
        <w:trPr>
          <w:gridAfter w:val="2"/>
          <w:wAfter w:w="142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B490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B959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Sunt întocmite </w:t>
            </w:r>
            <w:r w:rsidRPr="00E3660B">
              <w:rPr>
                <w:rFonts w:ascii="Calibri" w:hAnsi="Calibri" w:cs="Calibri"/>
                <w:b/>
              </w:rPr>
              <w:t xml:space="preserve">caietele de sarcini </w:t>
            </w:r>
            <w:r w:rsidRPr="00E3660B">
              <w:rPr>
                <w:rFonts w:ascii="Calibri" w:hAnsi="Calibri" w:cs="Calibri"/>
              </w:rPr>
              <w:t>pentru fiecare specialitate, 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capitolul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Caiete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sarcini,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secțiunea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</w:t>
            </w:r>
            <w:r w:rsidRPr="00E3660B">
              <w:rPr>
                <w:rFonts w:ascii="Calibri" w:hAnsi="Calibri" w:cs="Calibri"/>
                <w:i/>
              </w:rPr>
              <w:t>Pă</w:t>
            </w:r>
            <w:r w:rsidR="007B3E15">
              <w:rPr>
                <w:rFonts w:ascii="Calibri" w:hAnsi="Calibri" w:cs="Calibri"/>
                <w:i/>
              </w:rPr>
              <w:t>rți</w:t>
            </w:r>
            <w:r w:rsidRPr="00E3660B">
              <w:rPr>
                <w:rFonts w:ascii="Calibri" w:hAnsi="Calibri" w:cs="Calibri"/>
                <w:i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scrise,</w:t>
            </w:r>
            <w:r w:rsidRPr="00E3660B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anexei 10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7EA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76EC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FB3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1642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83064EE" w14:textId="77777777" w:rsidTr="00C04AE4">
        <w:trPr>
          <w:gridAfter w:val="2"/>
          <w:wAfter w:w="142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B23F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FCC1E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Caietele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sarcini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descriu,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restrictive,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materialele, utilajele, echipamentele tehnologice, etc   prevăzute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fiecărui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65B5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ADFA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518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F3FD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77E644C" w14:textId="77777777" w:rsidTr="00C04AE4">
        <w:trPr>
          <w:gridAfter w:val="2"/>
          <w:wAfter w:w="142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CF226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28706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centralizatorul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obiectiv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(Formularul F1)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2EEA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B92E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088C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3B4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1BCD171" w14:textId="77777777" w:rsidTr="00C04AE4">
        <w:trPr>
          <w:gridAfter w:val="2"/>
          <w:wAfter w:w="142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65FE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78575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2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centralizatoarele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2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categorii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lucrări,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obiecte</w:t>
            </w:r>
            <w:r w:rsidRPr="00E3660B">
              <w:rPr>
                <w:rFonts w:ascii="Calibri" w:hAnsi="Calibri" w:cs="Calibri"/>
                <w:b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F2),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</w:t>
            </w:r>
            <w:r w:rsidRPr="00E3660B">
              <w:rPr>
                <w:rFonts w:ascii="Calibri" w:hAnsi="Calibri" w:cs="Calibri"/>
                <w:spacing w:val="18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</w:p>
          <w:p w14:paraId="1117BE96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10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</w:t>
            </w:r>
            <w:r w:rsidRPr="00E3660B">
              <w:rPr>
                <w:rFonts w:ascii="Calibri" w:hAnsi="Calibri" w:cs="Calibri"/>
                <w:spacing w:val="54"/>
              </w:rPr>
              <w:t xml:space="preserve"> </w:t>
            </w:r>
            <w:r w:rsidRPr="00E3660B">
              <w:rPr>
                <w:rFonts w:ascii="Calibri" w:hAnsi="Calibri" w:cs="Calibri"/>
              </w:rPr>
              <w:t>unitare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353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609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7AB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52E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3F7E497" w14:textId="77777777" w:rsidTr="00C04AE4">
        <w:trPr>
          <w:gridAfter w:val="2"/>
          <w:wAfter w:w="142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BA30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5E17" w14:textId="77777777" w:rsidR="009F75B4" w:rsidRPr="00E3660B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listele cu 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 de lucrări, pe categorii de 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(Formularele F3)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747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EF5F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E88D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ECA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58B9220" w14:textId="77777777" w:rsidTr="00C04AE4">
        <w:trPr>
          <w:gridAfter w:val="2"/>
          <w:wAfter w:w="142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3C90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533A3" w14:textId="77777777" w:rsidR="009F75B4" w:rsidRPr="00E3660B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 xml:space="preserve">tehnologice, inclusiv dotări </w:t>
            </w:r>
            <w:r w:rsidRPr="00E3660B">
              <w:rPr>
                <w:rFonts w:ascii="Calibri" w:hAnsi="Calibri" w:cs="Calibri"/>
              </w:rPr>
              <w:t xml:space="preserve">(Formularele F4)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10 la HG 907/2016, in care se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A71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040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B94B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488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50E199E" w14:textId="77777777" w:rsidTr="00C04AE4">
        <w:trPr>
          <w:gridAfter w:val="2"/>
          <w:wAfter w:w="142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18282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89E7D" w14:textId="77777777"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fisele tehnice </w:t>
            </w:r>
            <w:r w:rsidRPr="00E3660B">
              <w:rPr>
                <w:rFonts w:ascii="Calibri" w:hAnsi="Calibri" w:cs="Calibri"/>
              </w:rPr>
              <w:t xml:space="preserve">ale utilajelor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echipamentelor 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inclusiv dotări (Formularele F5)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10 la 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1A3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AC28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4E70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0677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DFCF6F6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9B6FD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D3A9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pentru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construcții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provizorii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OS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(organizare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î</w:t>
            </w:r>
            <w:r w:rsidRPr="00E3660B">
              <w:rPr>
                <w:rFonts w:ascii="Calibri" w:hAnsi="Calibri" w:cs="Calibri"/>
              </w:rPr>
              <w:t>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valorile?</w:t>
            </w:r>
          </w:p>
          <w:p w14:paraId="64DDECBC" w14:textId="77777777"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  <w:i/>
              </w:rPr>
              <w:t xml:space="preserve">(Se pot </w:t>
            </w:r>
            <w:r w:rsidR="007B3E15" w:rsidRPr="00E3660B">
              <w:rPr>
                <w:rFonts w:ascii="Calibri" w:hAnsi="Calibri" w:cs="Calibri"/>
                <w:i/>
              </w:rPr>
              <w:t>întocmi</w:t>
            </w:r>
            <w:r w:rsidRPr="00E3660B">
              <w:rPr>
                <w:rFonts w:ascii="Calibri" w:hAnsi="Calibri" w:cs="Calibri"/>
                <w:i/>
              </w:rPr>
              <w:t xml:space="preserve"> folosind modelul de formular F3 din anexa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10 la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HG</w:t>
            </w:r>
            <w:r w:rsidRPr="00E3660B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FC92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5BE3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FB31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5D15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15211D21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F4B1" w14:textId="77777777" w:rsidR="009F75B4" w:rsidRPr="00E3660B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DC0E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 xml:space="preserve">Devizul general </w:t>
            </w:r>
            <w:r w:rsidRPr="00E3660B">
              <w:rPr>
                <w:rFonts w:ascii="Calibri" w:hAnsi="Calibri" w:cs="Calibri"/>
              </w:rPr>
              <w:t xml:space="preserve">al obiectivului de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 xml:space="preserve"> este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7 la HG 907/2016 si este actualizat astfel </w:t>
            </w:r>
            <w:r w:rsidR="007B3E15" w:rsidRPr="00E3660B">
              <w:rPr>
                <w:rFonts w:ascii="Calibri" w:hAnsi="Calibri" w:cs="Calibri"/>
              </w:rPr>
              <w:t>încât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formularele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F1</w:t>
            </w:r>
            <w:r w:rsidRPr="00E3660B">
              <w:rPr>
                <w:rFonts w:ascii="Calibri" w:hAnsi="Calibri" w:cs="Calibri"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</w:rPr>
              <w:t>–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F4?</w:t>
            </w:r>
          </w:p>
          <w:p w14:paraId="226BCFF1" w14:textId="77777777"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Devizul general actualizat este </w:t>
            </w:r>
            <w:r w:rsidR="007B3E15" w:rsidRPr="00E3660B">
              <w:rPr>
                <w:rFonts w:ascii="Calibri" w:hAnsi="Calibri" w:cs="Calibri"/>
              </w:rPr>
              <w:t>însoțit</w:t>
            </w:r>
            <w:r w:rsidRPr="00E3660B">
              <w:rPr>
                <w:rFonts w:ascii="Calibri" w:hAnsi="Calibri" w:cs="Calibri"/>
              </w:rPr>
              <w:t xml:space="preserve"> de documentul legal de aprobare conform cu </w:t>
            </w:r>
            <w:r w:rsidR="007B3E15" w:rsidRPr="00E3660B">
              <w:rPr>
                <w:rFonts w:ascii="Calibri" w:hAnsi="Calibri" w:cs="Calibri"/>
              </w:rPr>
              <w:t>cerințele</w:t>
            </w:r>
            <w:r w:rsidRPr="00E3660B">
              <w:rPr>
                <w:rFonts w:ascii="Calibri" w:hAnsi="Calibri" w:cs="Calibri"/>
              </w:rPr>
              <w:t xml:space="preserve"> alin (4) din art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515A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D3D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A15A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E676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3EFC633B" w14:textId="77777777" w:rsidTr="00C04AE4">
        <w:trPr>
          <w:gridAfter w:val="2"/>
          <w:wAfter w:w="142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73EA6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40F8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Graficul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realizare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a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iei,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 din anexa 10 – formularul F6 -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la HG 907/2016, 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83BB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6C7B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D68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D0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353400C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9D8E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44998" w14:textId="77777777"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Este precizata in proiect </w:t>
            </w:r>
            <w:r w:rsidRPr="00E3660B">
              <w:rPr>
                <w:rFonts w:ascii="Calibri" w:hAnsi="Calibri" w:cs="Calibri"/>
                <w:b/>
              </w:rPr>
              <w:t xml:space="preserve">categoria de importanta a </w:t>
            </w:r>
            <w:r w:rsidR="007B3E15" w:rsidRPr="00E3660B">
              <w:rPr>
                <w:rFonts w:ascii="Calibri" w:hAnsi="Calibri" w:cs="Calibri"/>
                <w:b/>
              </w:rPr>
              <w:t>construcției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art.23 a)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Legea 10/1995?</w:t>
            </w:r>
          </w:p>
          <w:p w14:paraId="26E8338C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precizate in proiect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ele pe care </w:t>
            </w:r>
            <w:r w:rsidR="007B3E15" w:rsidRPr="00E3660B">
              <w:rPr>
                <w:rFonts w:ascii="Calibri" w:hAnsi="Calibri" w:cs="Calibri"/>
              </w:rPr>
              <w:t>documentația</w:t>
            </w:r>
            <w:r w:rsidRPr="00E3660B">
              <w:rPr>
                <w:rFonts w:ascii="Calibri" w:hAnsi="Calibri" w:cs="Calibri"/>
              </w:rPr>
              <w:t xml:space="preserve"> trebuie sa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îndeplinească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art</w:t>
            </w:r>
            <w:r w:rsidR="007B3E15">
              <w:rPr>
                <w:rFonts w:ascii="Calibri" w:hAnsi="Calibri" w:cs="Calibri"/>
              </w:rPr>
              <w:t>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925/1995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pentru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aprobarea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Regulamentului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verificare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expertizare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calitate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proiectelor,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iei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lucrărilor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iilor actualizată cu </w:t>
            </w:r>
            <w:r w:rsidR="007B3E15" w:rsidRPr="00E3660B">
              <w:rPr>
                <w:rFonts w:ascii="Calibri" w:hAnsi="Calibri" w:cs="Calibri"/>
                <w:i/>
              </w:rPr>
              <w:t>prevederile</w:t>
            </w:r>
            <w:r w:rsidRPr="00E3660B">
              <w:rPr>
                <w:rFonts w:ascii="Calibri" w:hAnsi="Calibri" w:cs="Calibri"/>
                <w:i/>
              </w:rPr>
              <w:t xml:space="preserve"> HOTĂRÂRII nr. 742 din 13 septembrie 2018, privind modificarea Hotărârii Guvernului nr. 925/1995 pentru aprobarea Regulamentului de verificare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expertizare tehnică de calitate a proiectelor, a 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iei lucrărilor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a 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47D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6F5F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71664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D85D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F686CF0" w14:textId="77777777" w:rsidTr="00C04AE4">
        <w:trPr>
          <w:gridAfter w:val="2"/>
          <w:wAfter w:w="142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D0B8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F83DE" w14:textId="77777777"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P</w:t>
            </w:r>
            <w:r w:rsidR="007B3E15">
              <w:rPr>
                <w:rFonts w:ascii="Calibri" w:hAnsi="Calibri" w:cs="Calibri"/>
                <w:b/>
              </w:rPr>
              <w:t>ă</w:t>
            </w:r>
            <w:r w:rsidRPr="00E3660B">
              <w:rPr>
                <w:rFonts w:ascii="Calibri" w:hAnsi="Calibri" w:cs="Calibri"/>
                <w:b/>
              </w:rPr>
              <w:t>r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 xml:space="preserve">ile Desenate </w:t>
            </w:r>
            <w:r w:rsidRPr="00E3660B">
              <w:rPr>
                <w:rFonts w:ascii="Calibri" w:hAnsi="Calibri" w:cs="Calibri"/>
              </w:rPr>
              <w:t>sunt elaborate in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Anexei 10 la HG 907/2016,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cuprind </w:t>
            </w:r>
            <w:r w:rsidR="007B3E15"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</w:rPr>
              <w:t xml:space="preserve"> ale tuturor obiectelor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specialităților</w:t>
            </w:r>
            <w:r w:rsidRPr="00E3660B">
              <w:rPr>
                <w:rFonts w:ascii="Calibri" w:hAnsi="Calibri" w:cs="Calibri"/>
                <w:spacing w:val="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CF5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017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A096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664D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3EEFB15F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40A6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51E1B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14:paraId="31A0F10A" w14:textId="77777777"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încadrare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zona?</w:t>
            </w:r>
          </w:p>
          <w:p w14:paraId="064BD099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</w:rPr>
              <w:t xml:space="preserve">   de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amplasare  </w:t>
            </w:r>
            <w:r w:rsidR="009F75B4"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reperelor   de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nivelment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</w:p>
          <w:p w14:paraId="258E2765" w14:textId="77777777" w:rsidR="009F75B4" w:rsidRPr="00E3660B" w:rsidRDefault="009F75B4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planimetrice?</w:t>
            </w:r>
          </w:p>
          <w:p w14:paraId="598A0ECE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topografice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principale?</w:t>
            </w:r>
          </w:p>
          <w:p w14:paraId="2066C8C2" w14:textId="77777777"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="009F75B4" w:rsidRPr="00E3660B">
              <w:rPr>
                <w:rFonts w:ascii="Calibri" w:hAnsi="Calibri" w:cs="Calibri"/>
              </w:rPr>
              <w:t xml:space="preserve"> de amplasare a forajelor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 profilurilor geotehnice,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cu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înscrierea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condi</w:t>
            </w:r>
            <w:r>
              <w:rPr>
                <w:rFonts w:ascii="Calibri" w:hAnsi="Calibri" w:cs="Calibri"/>
              </w:rPr>
              <w:t>ț</w:t>
            </w:r>
            <w:r w:rsidR="009F75B4" w:rsidRPr="00E3660B">
              <w:rPr>
                <w:rFonts w:ascii="Calibri" w:hAnsi="Calibri" w:cs="Calibri"/>
              </w:rPr>
              <w:t>iilor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recomandărilor</w:t>
            </w:r>
            <w:r w:rsidR="009F75B4" w:rsidRPr="00E3660B">
              <w:rPr>
                <w:rFonts w:ascii="Calibri" w:hAnsi="Calibri" w:cs="Calibri"/>
                <w:spacing w:val="6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privind</w:t>
            </w:r>
            <w:r w:rsidR="009F75B4"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lucrările</w:t>
            </w:r>
            <w:r w:rsidR="009F75B4"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de</w:t>
            </w:r>
            <w:r w:rsidR="009F75B4"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fundare?</w:t>
            </w:r>
          </w:p>
          <w:p w14:paraId="22307EBD" w14:textId="77777777"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principale de amplasare a obiectelor, cu 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 de nivel, a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de amplasare, orientărilor,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coordonatelor,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axelor,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nivelment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planimetrice,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±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0,00,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cotelor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principale de amplasare a drumurilor,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pietonale,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platformelor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14:paraId="397ADE58" w14:textId="77777777" w:rsidR="009F75B4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sistematizarea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verticală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săpături-umpluturi,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pământ,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pământului transportat (excedent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deficit), 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privind stratul vegetal, a precizărilor privind utilajele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echipamentele de lucru,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14:paraId="39B0ACF6" w14:textId="77777777" w:rsidR="00C04AE4" w:rsidRPr="00E3660B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subterane,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profiluri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longitudinale/transversale,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cofraj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armare, ariile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specifice ale o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clasa betoanelor,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izola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hidrofuge,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împotriva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agresivită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coroziunii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14:paraId="49E82EC9" w14:textId="77777777" w:rsidR="00C04AE4" w:rsidRPr="009F75B4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fixe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7B18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37AF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27D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8CF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016DE0F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46FB8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E9007" w14:textId="77777777" w:rsidR="009F75B4" w:rsidRPr="00E3660B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arhitectura </w:t>
            </w:r>
            <w:r w:rsidRPr="00E3660B">
              <w:rPr>
                <w:rFonts w:ascii="Calibri" w:hAnsi="Calibri" w:cs="Calibri"/>
              </w:rPr>
              <w:t>pentru fiecare obiect, care contin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finisajele si calitatea acestora (pentru fiecare nivel subteran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suprateran, inclusiv pentru sistemul de acoperire) cu reprezentarea 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finisajelor,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ade cu indicarea finisajelor si, 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 xml:space="preserve"> caz, încadrarea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frontul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stradal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4080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2DD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D710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7348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56AF6D55" w14:textId="77777777" w:rsidTr="00C04AE4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B61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2BB76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structura </w:t>
            </w:r>
            <w:r w:rsidRPr="00E3660B">
              <w:rPr>
                <w:rFonts w:ascii="Calibri" w:hAnsi="Calibri" w:cs="Calibri"/>
              </w:rPr>
              <w:t>pentru fiecare obiect, care definesc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rezisten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acesteia,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14:paraId="069E7F6D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infrastructurii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14:paraId="098B3F1C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suprastructurii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14:paraId="3E00C5BA" w14:textId="77777777"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ordinii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(numai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situa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speciale în care aceasta este obligatorie), recomandări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transportul,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manipularea,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depozitarea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E3F0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837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49EE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18D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8FE874E" w14:textId="77777777" w:rsidTr="00C04AE4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3A6F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8506" w14:textId="77777777"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pentru fiecare obiect care definesc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expliciteaz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toleran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02B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8B73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899A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CA1F7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668A05F9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7781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A643C" w14:textId="77777777"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utilajele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si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echipamentele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tehnologice</w:t>
            </w:r>
            <w:r w:rsidRPr="00E3660B">
              <w:rPr>
                <w:rFonts w:ascii="Calibri" w:hAnsi="Calibri" w:cs="Calibri"/>
                <w:b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caz:</w:t>
            </w:r>
          </w:p>
          <w:p w14:paraId="6934198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ansamblu?</w:t>
            </w:r>
          </w:p>
          <w:p w14:paraId="0EC33D3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fluxului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tehnologic?</w:t>
            </w:r>
          </w:p>
          <w:p w14:paraId="730F0D5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cinematice,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principalilor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parametri?</w:t>
            </w:r>
          </w:p>
          <w:p w14:paraId="237E9CB7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 hidraulice, pneumatice, electrice,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automatizare, comunica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de combustibil, apă,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iluminat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altele asemenea,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14:paraId="4B4EECA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montaj, cu indicarea geometriilor, dimensiunilor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amplasare, presta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iilor, sarcinilor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aceea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natură, inclusiv a schemelor tehnologice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montaj?</w:t>
            </w:r>
          </w:p>
          <w:p w14:paraId="2DD88F4B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diagrame, nomograme, calcule inginere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ti, tehnologice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montaj, inclusiv materialul grafic necesar punerii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exploatării?</w:t>
            </w:r>
          </w:p>
          <w:p w14:paraId="67FDE990" w14:textId="77777777"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liste cu utilaje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 din componen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637C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7319A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A60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C4683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446DEC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215C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A296" w14:textId="77777777" w:rsidR="009F75B4" w:rsidRPr="00E3660B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dotări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 cote, dimensiuni, 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iuni, vederi, tablouri de dotări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pentru:</w:t>
            </w:r>
          </w:p>
          <w:p w14:paraId="0B7A1802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piese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mobilier?</w:t>
            </w:r>
          </w:p>
          <w:p w14:paraId="65F7AB16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inventar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gospodăresc?</w:t>
            </w:r>
          </w:p>
          <w:p w14:paraId="696B6B31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ab/>
              <w:t>cu</w:t>
            </w:r>
            <w:r w:rsidRPr="00E3660B">
              <w:rPr>
                <w:rFonts w:ascii="Calibri" w:hAnsi="Calibri" w:cs="Calibri"/>
              </w:rPr>
              <w:tab/>
              <w:t>mijloace</w:t>
            </w:r>
            <w:r w:rsidRPr="00E3660B">
              <w:rPr>
                <w:rFonts w:ascii="Calibri" w:hAnsi="Calibri" w:cs="Calibri"/>
              </w:rPr>
              <w:tab/>
              <w:t>tehnice</w:t>
            </w:r>
            <w:r w:rsidRPr="00E3660B">
              <w:rPr>
                <w:rFonts w:ascii="Calibri" w:hAnsi="Calibri" w:cs="Calibri"/>
              </w:rPr>
              <w:tab/>
              <w:t>de</w:t>
            </w:r>
            <w:r w:rsidRPr="00E3660B">
              <w:rPr>
                <w:rFonts w:ascii="Calibri" w:hAnsi="Calibri" w:cs="Calibri"/>
              </w:rPr>
              <w:tab/>
              <w:t xml:space="preserve">apărare </w:t>
            </w:r>
            <w:r w:rsidRPr="00E3660B">
              <w:rPr>
                <w:rFonts w:ascii="Calibri" w:hAnsi="Calibri" w:cs="Calibri"/>
              </w:rPr>
              <w:tab/>
              <w:t>împotriva incendiilor?</w:t>
            </w:r>
          </w:p>
          <w:p w14:paraId="58FC2ED6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 necesare securită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muncii?</w:t>
            </w:r>
          </w:p>
          <w:p w14:paraId="5D9DA121" w14:textId="77777777"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alte dotări necesare în 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B639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7F085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EA4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372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1E8FF1C8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5B4D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8A58" w14:textId="77777777" w:rsidR="00AC4893" w:rsidRPr="00E3660B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Materialele,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prefabricatele,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confecțiile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definite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caracteristici,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face referiri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sau trimiteri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mărci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fabrica,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producători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furnizori, etc?</w:t>
            </w:r>
          </w:p>
          <w:p w14:paraId="6704FEB3" w14:textId="77777777" w:rsidR="00AC4893" w:rsidRPr="00E3660B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Nu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recomandări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sau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reducă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concurenta?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03B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C338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9349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2E7B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54B1F49E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B5622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23FA" w14:textId="77777777" w:rsidR="00AC4893" w:rsidRPr="00E3660B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detalii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execuție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asamblarea,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executarea,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opera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i/elemente de 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ori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aferente acesteia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indică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materiale,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precum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legături între elementele constructive structurale/nestructurale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 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50E8E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42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4638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A3C8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0633E2B6" w14:textId="77777777" w:rsidTr="00C04AE4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233DB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C25F5" w14:textId="77777777" w:rsidR="00AC4893" w:rsidRPr="00E3660B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pieselor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numerotata/codificata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cartu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conține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informațiile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solicitate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1A3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C31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FE5E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D6DE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769896B9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D0E5A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C48F2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În cazul în care </w:t>
            </w:r>
            <w:r w:rsidR="007B3E15" w:rsidRPr="00E3660B">
              <w:rPr>
                <w:rFonts w:ascii="Calibri" w:hAnsi="Calibri" w:cs="Calibri"/>
              </w:rPr>
              <w:t>planșele</w:t>
            </w:r>
            <w:r w:rsidRPr="00E3660B">
              <w:rPr>
                <w:rFonts w:ascii="Calibri" w:hAnsi="Calibri" w:cs="Calibri"/>
              </w:rPr>
              <w:t xml:space="preserve"> au fost anexate la cererea de </w:t>
            </w:r>
            <w:r w:rsidR="007B3E15" w:rsidRPr="00E3660B">
              <w:rPr>
                <w:rFonts w:ascii="Calibri" w:hAnsi="Calibri" w:cs="Calibri"/>
              </w:rPr>
              <w:t>finanțare</w:t>
            </w:r>
            <w:r w:rsidRPr="00E3660B">
              <w:rPr>
                <w:rFonts w:ascii="Calibri" w:hAnsi="Calibri" w:cs="Calibri"/>
              </w:rPr>
              <w:t xml:space="preserve">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scanat,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semnate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tampilate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elaboratori: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stampila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persoanelor nominalizate in </w:t>
            </w:r>
            <w:r w:rsidR="007B3E15" w:rsidRPr="00E3660B">
              <w:rPr>
                <w:rFonts w:ascii="Calibri" w:hAnsi="Calibri" w:cs="Calibri"/>
              </w:rPr>
              <w:t>cartuș</w:t>
            </w:r>
            <w:r w:rsidRPr="00E3660B">
              <w:rPr>
                <w:rFonts w:ascii="Calibri" w:hAnsi="Calibri" w:cs="Calibri"/>
              </w:rPr>
              <w:t>, în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inclusiv:</w:t>
            </w:r>
          </w:p>
          <w:p w14:paraId="223732E0" w14:textId="77777777"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proiectantului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efului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3AA76F60" w14:textId="77777777"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arhitectului cu drept de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</w:rPr>
              <w:t xml:space="preserve">, cu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tampila cu </w:t>
            </w:r>
            <w:r w:rsidR="007B3E15" w:rsidRPr="00E3660B">
              <w:rPr>
                <w:rFonts w:ascii="Calibri" w:hAnsi="Calibri" w:cs="Calibri"/>
              </w:rPr>
              <w:t>număr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înregistrare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tabloul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național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TNA,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reglementări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OAR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14:paraId="446891F6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proiectanților</w:t>
            </w:r>
            <w:r w:rsidR="00AC4893"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specialitate?</w:t>
            </w:r>
          </w:p>
          <w:p w14:paraId="7AB46D45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expertului</w:t>
            </w:r>
            <w:r w:rsidR="00AC4893" w:rsidRPr="00E3660B">
              <w:rPr>
                <w:rFonts w:ascii="Calibri" w:hAnsi="Calibri" w:cs="Calibri"/>
              </w:rPr>
              <w:t xml:space="preserve"> tehnic, unde este cazul, conform prevederilor</w:t>
            </w:r>
            <w:r w:rsidR="00AC4893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legale?</w:t>
            </w:r>
          </w:p>
          <w:p w14:paraId="76D0E746" w14:textId="77777777"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AC4893" w:rsidRPr="00E3660B">
              <w:rPr>
                <w:rFonts w:ascii="Calibri" w:hAnsi="Calibri" w:cs="Calibri"/>
              </w:rPr>
              <w:t>eful</w:t>
            </w:r>
            <w:r w:rsidR="00AC4893"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proiect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complex,</w:t>
            </w:r>
            <w:r w:rsidR="00AC4893" w:rsidRPr="00E3660B">
              <w:rPr>
                <w:rFonts w:ascii="Calibri" w:hAnsi="Calibri" w:cs="Calibri"/>
                <w:spacing w:val="10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expert/specialist,</w:t>
            </w:r>
            <w:r w:rsidR="00AC4893" w:rsidRPr="00E3660B">
              <w:rPr>
                <w:rFonts w:ascii="Calibri" w:hAnsi="Calibri" w:cs="Calibri"/>
                <w:spacing w:val="103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in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cazul</w:t>
            </w:r>
          </w:p>
          <w:p w14:paraId="47456855" w14:textId="77777777" w:rsidR="00AC4893" w:rsidRPr="00E3660B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monumentelor</w:t>
            </w:r>
            <w:r w:rsidRPr="00E3660B">
              <w:rPr>
                <w:rFonts w:ascii="Calibri" w:hAnsi="Calibri" w:cs="Calibri"/>
                <w:spacing w:val="-9"/>
              </w:rPr>
              <w:t xml:space="preserve"> </w:t>
            </w:r>
            <w:r w:rsidRPr="00E3660B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0611D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A8661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1FFD8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0DBA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377CB0CF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225A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CD4F" w14:textId="77777777" w:rsidR="00AC4893" w:rsidRPr="00E3660B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ata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ate </w:t>
            </w:r>
            <w:r w:rsidRPr="00E3660B">
              <w:rPr>
                <w:rFonts w:ascii="Calibri" w:hAnsi="Calibri" w:cs="Calibri"/>
                <w:b/>
              </w:rPr>
              <w:t xml:space="preserve">referatele de verificare tehnica </w:t>
            </w:r>
            <w:r w:rsidRPr="00E3660B">
              <w:rPr>
                <w:rFonts w:ascii="Calibri" w:hAnsi="Calibri" w:cs="Calibri"/>
              </w:rPr>
              <w:t>a PT, inclusiv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detaliilor de </w:t>
            </w:r>
            <w:r w:rsidR="007B3E15" w:rsidRPr="00E3660B">
              <w:rPr>
                <w:rFonts w:ascii="Calibri" w:hAnsi="Calibri" w:cs="Calibri"/>
              </w:rPr>
              <w:t>execuție</w:t>
            </w:r>
            <w:r w:rsidRPr="00E3660B">
              <w:rPr>
                <w:rFonts w:ascii="Calibri" w:hAnsi="Calibri" w:cs="Calibri"/>
              </w:rPr>
              <w:t xml:space="preserve"> (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de verificatori </w:t>
            </w:r>
            <w:r w:rsidR="007B3E15" w:rsidRPr="00E3660B">
              <w:rPr>
                <w:rFonts w:ascii="Calibri" w:hAnsi="Calibri" w:cs="Calibri"/>
              </w:rPr>
              <w:t>atestați</w:t>
            </w:r>
            <w:r w:rsidRPr="00E3660B">
              <w:rPr>
                <w:rFonts w:ascii="Calibri" w:hAnsi="Calibri" w:cs="Calibri"/>
              </w:rPr>
              <w:t>) 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verificarea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obligatorie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legislației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vigoare?</w:t>
            </w:r>
          </w:p>
          <w:p w14:paraId="38EE17C8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scrise si desenate ale proiectului sunt semnate si stampilate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către</w:t>
            </w:r>
            <w:r w:rsidRPr="00E3660B">
              <w:rPr>
                <w:rFonts w:ascii="Calibri" w:hAnsi="Calibri" w:cs="Calibri"/>
              </w:rPr>
              <w:t xml:space="preserve"> verificatorii de proiect, pe </w:t>
            </w:r>
            <w:r w:rsidR="007B3E15" w:rsidRPr="00E3660B">
              <w:rPr>
                <w:rFonts w:ascii="Calibri" w:hAnsi="Calibri" w:cs="Calibri"/>
              </w:rPr>
              <w:t>specialități</w:t>
            </w:r>
            <w:r w:rsidRPr="00E3660B">
              <w:rPr>
                <w:rFonts w:ascii="Calibri" w:hAnsi="Calibri" w:cs="Calibri"/>
              </w:rPr>
              <w:t xml:space="preserve"> si pentru 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menționată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scrisa 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2375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042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F9B3E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5BFC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3979B8FE" w14:textId="77777777" w:rsidTr="00C04AE4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BC02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46527" w14:textId="77777777" w:rsidR="00AC4893" w:rsidRPr="00E3660B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include studiul geotehnic, verificat la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</w:rPr>
              <w:t xml:space="preserve"> Af </w:t>
            </w:r>
            <w:r w:rsidRPr="00E3660B">
              <w:rPr>
                <w:rFonts w:ascii="Calibri" w:hAnsi="Calibri" w:cs="Calibri"/>
                <w:spacing w:val="1"/>
              </w:rPr>
              <w:t xml:space="preserve">si, </w:t>
            </w:r>
            <w:r w:rsidRPr="00E3660B">
              <w:rPr>
                <w:rFonts w:ascii="Calibri" w:hAnsi="Calibri" w:cs="Calibri"/>
              </w:rPr>
              <w:t>daca este cazul,  alte studii de specialitate necesare 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6D7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834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BAC23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79707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14:paraId="2FBEA10F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ACC3" w14:textId="77777777"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6910" w14:textId="77777777"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descrierierea </w:t>
            </w:r>
            <w:r w:rsidR="007B3E15"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Pr="00E3660B">
              <w:rPr>
                <w:rFonts w:ascii="Calibri" w:hAnsi="Calibri" w:cs="Calibri"/>
                <w:b/>
              </w:rPr>
              <w:t xml:space="preserve">organizare de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antier </w:t>
            </w:r>
            <w:r w:rsidRPr="00E3660B">
              <w:rPr>
                <w:rFonts w:ascii="Calibri" w:hAnsi="Calibri" w:cs="Calibri"/>
              </w:rPr>
              <w:t>(descriere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lucrărilor provizorii pregătitoare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necesare în vederea asigurării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atât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iei, cât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pe spa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ocupate temporar în afara acestuia,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7BCF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6461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AF36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7984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4F6CDC65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589B3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07C49" w14:textId="77777777" w:rsidR="009F75B4" w:rsidRPr="00E3660B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 PT este completă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întocmită conform anexei 11 (etapa a-III-a) la HG 907/2016  si prezinta </w:t>
            </w:r>
            <w:r w:rsidR="007B3E15" w:rsidRPr="00E3660B">
              <w:rPr>
                <w:rFonts w:ascii="Calibri" w:hAnsi="Calibri" w:cs="Calibri"/>
              </w:rPr>
              <w:t>Autorizația</w:t>
            </w:r>
            <w:r w:rsidRPr="00E3660B">
              <w:rPr>
                <w:rFonts w:ascii="Calibri" w:hAnsi="Calibri" w:cs="Calibri"/>
              </w:rPr>
              <w:t xml:space="preserve"> de Construire </w:t>
            </w:r>
            <w:r w:rsidR="007B3E15" w:rsidRPr="00E3660B">
              <w:rPr>
                <w:rFonts w:ascii="Calibri" w:hAnsi="Calibri" w:cs="Calibri"/>
              </w:rPr>
              <w:t>obținută</w:t>
            </w:r>
            <w:r w:rsidRPr="00E3660B">
              <w:rPr>
                <w:rFonts w:ascii="Calibri" w:hAnsi="Calibri" w:cs="Calibri"/>
              </w:rPr>
              <w:t>?</w:t>
            </w:r>
          </w:p>
          <w:p w14:paraId="3BDCB158" w14:textId="77777777"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Autorizata de Construire este completa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r w:rsidR="007B3E15"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58FC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711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873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EBB86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231B92C0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FEAEE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476F0" w14:textId="77777777"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9F75B4">
              <w:rPr>
                <w:rFonts w:ascii="Calibri" w:hAnsi="Calibri" w:cs="Calibri"/>
              </w:rPr>
              <w:t>Este inclus un raport/documenta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ie privind imunizarea la schimbările climatice, elaborat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3C42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0CD2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DA968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8E1CF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0DB07556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98D57" w14:textId="77777777"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2848" w14:textId="77777777" w:rsidR="009F75B4" w:rsidRPr="00E3660B" w:rsidRDefault="007B3E15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Documentația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tehnico-economica 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reflecta 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ă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surile de imunizare la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schimbările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climatice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prevăzute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in raportul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întocmit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conform cerin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63EBB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470E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FA3A1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0C29" w14:textId="77777777"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14:paraId="76246E87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592220F" w14:textId="77777777" w:rsidR="009F75B4" w:rsidRPr="009F75B4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</w:t>
            </w:r>
            <w:r w:rsidR="009F75B4" w:rsidRPr="009F75B4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2316DAC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9F75B4">
              <w:rPr>
                <w:rFonts w:ascii="Calibri" w:hAnsi="Calibri" w:cs="Calibri"/>
                <w:b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D491942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85AAE2D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9D8CCD6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D371B6F" w14:textId="77777777"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18ABCFC5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11EF6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DAF3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</w:rPr>
              <w:t>Există 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intre obiectele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(inclusiv tipurile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="007B3E15" w:rsidRPr="00E3660B">
              <w:rPr>
                <w:rFonts w:ascii="Calibri" w:hAnsi="Calibri" w:cs="Calibri"/>
              </w:rPr>
              <w:t>construcții</w:t>
            </w:r>
            <w:r w:rsidRPr="00E3660B">
              <w:rPr>
                <w:rFonts w:ascii="Calibri" w:hAnsi="Calibri" w:cs="Calibri"/>
              </w:rPr>
              <w:t xml:space="preserve"> propuse, </w:t>
            </w:r>
            <w:r w:rsidR="007B3E15"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>, etc.) din cadrul proiectului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(partea I si partea II-a conform anexa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36ACF6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6421E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3505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DF278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64562E15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E7AE2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CDA0F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3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90"/>
              </w:rPr>
              <w:t xml:space="preserve"> </w:t>
            </w:r>
            <w:r w:rsidRPr="00E3660B">
              <w:rPr>
                <w:rFonts w:ascii="Calibri" w:hAnsi="Calibri" w:cs="Calibri"/>
              </w:rPr>
              <w:t>intre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obiectele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88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</w:p>
          <w:p w14:paraId="38D666DD" w14:textId="77777777" w:rsidR="001B674D" w:rsidRPr="00E3660B" w:rsidRDefault="001B674D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4F7F7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983B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DFCEA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0823E7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23DFC841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2BB50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8C42F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Memoriul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 al PTE (partea a II-a conform anexa 11 la HG907/2016)este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memoriile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</w:p>
          <w:p w14:paraId="249AE391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8F6C2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F5C7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A77CE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2CD02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77E43CC1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22946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C63D17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scrisă</w:t>
            </w:r>
            <w:r w:rsidRPr="00E3660B">
              <w:rPr>
                <w:rFonts w:ascii="Calibri" w:hAnsi="Calibri" w:cs="Calibri"/>
                <w:spacing w:val="94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2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9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 (partea I si partea II-a conform anexei 11 la HG 907/2016)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</w:p>
          <w:p w14:paraId="6A229350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corelată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A5CD9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8C32E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48716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F4CD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1163E187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FBB82B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50D6F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Graficul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</w:rPr>
              <w:t>:</w:t>
            </w:r>
          </w:p>
          <w:p w14:paraId="40711D90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  <w:p w14:paraId="4E87E6AB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corect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estimat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ca</w:t>
            </w:r>
            <w:r w:rsidRPr="00E3660B">
              <w:rPr>
                <w:rFonts w:ascii="Calibri" w:hAnsi="Calibri" w:cs="Calibri"/>
                <w:spacing w:val="2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perioada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27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(conform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etc)?</w:t>
            </w:r>
          </w:p>
          <w:p w14:paraId="4EA9014A" w14:textId="77777777"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</w:rPr>
              <w:t>respectă termenele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limită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ale programului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(se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avea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vedere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limită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implementare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proiectului</w:t>
            </w:r>
            <w:r w:rsidRPr="00E3660B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nu</w:t>
            </w:r>
            <w:r w:rsidRPr="00E3660B">
              <w:rPr>
                <w:rFonts w:ascii="Calibri" w:hAnsi="Calibri" w:cs="Calibri"/>
                <w:i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poate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="00C04AE4" w:rsidRPr="00E3660B">
              <w:rPr>
                <w:rFonts w:ascii="Calibri" w:hAnsi="Calibri" w:cs="Calibri"/>
                <w:i/>
              </w:rPr>
              <w:t>depă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="00C04AE4"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prevăzut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documentele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</w:p>
          <w:p w14:paraId="44A3658D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i/>
              </w:rPr>
              <w:t>programare:</w:t>
            </w:r>
            <w:r w:rsidRPr="00E3660B">
              <w:rPr>
                <w:rFonts w:ascii="Calibri" w:hAnsi="Calibri" w:cs="Calibri"/>
                <w:i/>
                <w:spacing w:val="-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7B9AC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CB15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CE8B2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7B91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1290C161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FA06E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A7222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PT (partea I si partea II-a conform anexei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)</w:t>
            </w:r>
            <w:r w:rsidRPr="00E3660B">
              <w:rPr>
                <w:rFonts w:ascii="Calibri" w:hAnsi="Calibri" w:cs="Calibri"/>
              </w:rPr>
              <w:t xml:space="preserve">, inclusiv detaliile de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</w:rPr>
              <w:t>, sunt verificate de verificatori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atesta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lastRenderedPageBreak/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cf.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10/1995,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republicată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ulterioare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”Regulamentului de verificare si expertizare tehnica de calitate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H.G.</w:t>
            </w:r>
            <w:r w:rsidRPr="00E3660B">
              <w:rPr>
                <w:rFonts w:ascii="Calibri" w:hAnsi="Calibri" w:cs="Calibri"/>
                <w:spacing w:val="1"/>
              </w:rPr>
              <w:t xml:space="preserve"> 742/2018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9317C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C1F3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556AC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ABCF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7E5084B4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751C5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8E0DC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Centralizatoarele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4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categorii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men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ionează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elementele componente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74025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34BEC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6E0EF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FFD2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6D507001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FFA07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7DC80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Centralizatorul cheltuielilor pe obiectiv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(formular F1),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Centralizatoarele cheltuielilor pe obiecte si categorii de lucrări,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 F2), Listele cu 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de lucrări pe categorii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F3),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Lista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 tehnologice, inclusiv dotări (Formularele F4), 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între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Devizul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Bugetul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2DB0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8EAFE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BD124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314C3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2F744EC0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5B73F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B3C07C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Corelarea 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ilor proiectului este concretizată prin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(de ex.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structura cu goluri pentru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 etc) sau 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C0B4C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A299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997A0A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BADB9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14:paraId="7C2FF1A8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DEC9A" w14:textId="77777777"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A830B" w14:textId="77777777"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recomandările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asupra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optime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cazul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ie)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i, respectiv, a măsurilor/</w:t>
            </w:r>
            <w:r w:rsidR="00C04AE4"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</w:rPr>
              <w:t xml:space="preserve"> recomandate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auditorul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energetic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clădiri,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geotehnice,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topografice,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necesare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avizelor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acordurilor,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autoriza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etc.,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32388D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0674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77B91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C42EB" w14:textId="77777777"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AC4893" w:rsidRPr="00E3660B" w14:paraId="6ADBAEF6" w14:textId="77777777" w:rsidTr="00C04AE4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6B463" w14:textId="77777777" w:rsidR="00AC4893" w:rsidRPr="00E3660B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32BA1" w14:textId="77777777" w:rsidR="00AC4893" w:rsidRPr="00E3660B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iile </w:t>
            </w:r>
            <w:r w:rsidRPr="00E3660B">
              <w:rPr>
                <w:rFonts w:ascii="Calibri" w:hAnsi="Calibri" w:cs="Calibri"/>
                <w:color w:val="000000"/>
              </w:rPr>
              <w:t xml:space="preserve">privind </w:t>
            </w:r>
            <w:r w:rsidRPr="00E3660B">
              <w:rPr>
                <w:rFonts w:ascii="Calibri" w:hAnsi="Calibri" w:cs="Calibri"/>
              </w:rPr>
              <w:t xml:space="preserve"> Imunizarea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de schimbările climatice – realizată în cadrul 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tehnice,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BDAE62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7B8DA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DB2F1B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AAE338" w14:textId="77777777"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14:paraId="08D4087C" w14:textId="77777777"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49562CED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nota 1:</w:t>
      </w:r>
    </w:p>
    <w:p w14:paraId="0A065C90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Raport/Documenta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imunizarea la schimbările climatice, elaborat/elaborata  în conformitate cu cerin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ele din Comunicarea Comisiei Europene privind Orientările tehnice referitoare la imunizarea infrastructurii la schimbările climatice în perioada 2021-2027 publicate la 16 septembrie 2021 (2021/C 373/01) va </w:t>
      </w:r>
      <w:r w:rsidR="001B674D" w:rsidRPr="00E3660B">
        <w:rPr>
          <w:rFonts w:ascii="Calibri" w:hAnsi="Calibri" w:cs="Calibri"/>
          <w:b/>
          <w:sz w:val="22"/>
          <w:szCs w:val="22"/>
        </w:rPr>
        <w:t>con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1B674D" w:rsidRPr="00E3660B">
        <w:rPr>
          <w:rFonts w:ascii="Calibri" w:hAnsi="Calibri" w:cs="Calibri"/>
          <w:b/>
          <w:sz w:val="22"/>
          <w:szCs w:val="22"/>
        </w:rPr>
        <w:t>ine</w:t>
      </w:r>
      <w:r w:rsidRPr="00E3660B">
        <w:rPr>
          <w:rFonts w:ascii="Calibri" w:hAnsi="Calibri" w:cs="Calibri"/>
          <w:b/>
          <w:sz w:val="22"/>
          <w:szCs w:val="22"/>
        </w:rPr>
        <w:t xml:space="preserve">, sunt prezentate, </w:t>
      </w:r>
      <w:r w:rsidR="00C04AE4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caz, </w:t>
      </w:r>
      <w:r w:rsidR="00C04AE4">
        <w:rPr>
          <w:rFonts w:ascii="Calibri" w:hAnsi="Calibri" w:cs="Calibri"/>
          <w:b/>
          <w:sz w:val="22"/>
          <w:szCs w:val="22"/>
        </w:rPr>
        <w:t>î</w:t>
      </w:r>
      <w:r w:rsidRPr="00E3660B">
        <w:rPr>
          <w:rFonts w:ascii="Calibri" w:hAnsi="Calibri" w:cs="Calibri"/>
          <w:b/>
          <w:sz w:val="22"/>
          <w:szCs w:val="22"/>
        </w:rPr>
        <w:t xml:space="preserve">n conformitate cu </w:t>
      </w:r>
      <w:r w:rsidR="00C04AE4" w:rsidRPr="00E3660B">
        <w:rPr>
          <w:rFonts w:ascii="Calibri" w:hAnsi="Calibri" w:cs="Calibri"/>
          <w:b/>
          <w:sz w:val="22"/>
          <w:szCs w:val="22"/>
        </w:rPr>
        <w:t>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ia</w:t>
      </w:r>
      <w:r w:rsidRPr="00E3660B">
        <w:rPr>
          <w:rFonts w:ascii="Calibri" w:hAnsi="Calibri" w:cs="Calibri"/>
          <w:b/>
          <w:sz w:val="22"/>
          <w:szCs w:val="22"/>
        </w:rPr>
        <w:t xml:space="preserve"> reala:</w:t>
      </w:r>
    </w:p>
    <w:p w14:paraId="3119B956" w14:textId="77777777" w:rsidR="001B674D" w:rsidRDefault="001B674D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42E7D47C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I.a. = pentru etapa: I. Atenuarea (neutralitatea climatica);(a)  Faza 1. Examinare/Încadrarea , </w:t>
      </w:r>
    </w:p>
    <w:p w14:paraId="52CF7462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prezinta evaluarea impactului proiectului asupra emisiilor de GES. Dacă proiectul nu necesită o evaluare a amprentei de carbon, este  prezinta analiza aferentă în mod succint într-o declara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examinarea neutralită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ii climatice.</w:t>
      </w:r>
    </w:p>
    <w:p w14:paraId="7BB0BD8C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46649DEB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I.b. = pentru etapa I. Atenuarea (neutralitatea climatica) ; (b) Faza 2. Analiza detaliată (Pentru  proiectele care  necesită o evaluare a amprentei de carbon),  sunt prezentate:</w:t>
      </w:r>
    </w:p>
    <w:p w14:paraId="1D0B162B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Pentru  proiectele care  necesită o evaluare a amprentei de carbon, sunt descrise:</w:t>
      </w:r>
    </w:p>
    <w:p w14:paraId="4D5E2246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Integrarea principiilor de eficienta energetica si de reducere a emisiilor in conceperea si proiectarea investi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iei.</w:t>
      </w:r>
    </w:p>
    <w:p w14:paraId="2F55A92E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emisiilor GES generate de proiect si compararea cu limitele de încadrare (screening) absolute (total emisii) si relative (diferen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dintre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cu proiect si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fără proiect/scenariul de referin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a).</w:t>
      </w:r>
    </w:p>
    <w:p w14:paraId="044803B6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valorii monetare a emisiilor pe baza valorilor CO2 aplicabile.</w:t>
      </w:r>
    </w:p>
    <w:p w14:paraId="59C300DB" w14:textId="77777777" w:rsidR="005232F5" w:rsidRPr="00E3660B" w:rsidRDefault="005232F5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2904C40D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II.a = pentru etapa 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 (a)Faza 1. Examinare/Încadrarea, sunt prezentate:</w:t>
      </w:r>
    </w:p>
    <w:p w14:paraId="36E1EF2E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senzitivitate ( identificarea riscurilor climatice care sunt relevante pentru tipul respectiv de proiect, indiferent de localizarea acestuia)</w:t>
      </w:r>
    </w:p>
    <w:p w14:paraId="14A183FE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Evaluarea expunerii la riscuri( identificarea riscurilor care sunt relevante pentru loca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proiectului)</w:t>
      </w:r>
    </w:p>
    <w:p w14:paraId="1351574E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vulnerabilitate( identificarea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ialelor riscuri semnificative)</w:t>
      </w:r>
    </w:p>
    <w:p w14:paraId="328F0F5F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354D86A8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II.b. =pentru etapa: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(b)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Faza 2. Analiza detaliată de risc - Analiza detaliată depinde de rezultatul fazei de examinare, sunt prezentate:</w:t>
      </w:r>
    </w:p>
    <w:p w14:paraId="7A339805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Probabilitatea( probabilitatea ca riscurile climatice identificate sa aibă loc in timpul duratei de via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ă a proiectului)</w:t>
      </w:r>
    </w:p>
    <w:p w14:paraId="285BF27A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Impactul ( analizează consecin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ele în cazul în care apare pericolul climatic identificat)</w:t>
      </w:r>
    </w:p>
    <w:p w14:paraId="6A71F322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 Riscul (identifica riscurile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iale cele mai semnificative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cele în care trebuie luate măsuri de adaptare)</w:t>
      </w:r>
    </w:p>
    <w:p w14:paraId="30893DC3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Măsuri de adaptare (Pentru fiecare risc semnificativ identificat, ar trebui evaluate măsuri de adaptare specifice)</w:t>
      </w:r>
    </w:p>
    <w:p w14:paraId="1C133696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2821DCAE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Acest  document face parte din Studiul de </w:t>
      </w:r>
      <w:r w:rsidR="00111282" w:rsidRPr="00E3660B">
        <w:rPr>
          <w:rFonts w:ascii="Calibri" w:hAnsi="Calibri" w:cs="Calibri"/>
          <w:b/>
          <w:sz w:val="22"/>
          <w:szCs w:val="22"/>
        </w:rPr>
        <w:t>Fezabilitate</w:t>
      </w:r>
      <w:r w:rsidRPr="00E3660B">
        <w:rPr>
          <w:rFonts w:ascii="Calibri" w:hAnsi="Calibri" w:cs="Calibri"/>
          <w:b/>
          <w:sz w:val="22"/>
          <w:szCs w:val="22"/>
        </w:rPr>
        <w:t>/</w:t>
      </w:r>
      <w:r w:rsidR="00C04AE4" w:rsidRPr="00E3660B">
        <w:rPr>
          <w:rFonts w:ascii="Calibri" w:hAnsi="Calibri" w:cs="Calibri"/>
          <w:b/>
          <w:sz w:val="22"/>
          <w:szCs w:val="22"/>
        </w:rPr>
        <w:t>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ie</w:t>
      </w:r>
      <w:r w:rsidRPr="00E3660B">
        <w:rPr>
          <w:rFonts w:ascii="Calibri" w:hAnsi="Calibri" w:cs="Calibri"/>
          <w:b/>
          <w:sz w:val="22"/>
          <w:szCs w:val="22"/>
        </w:rPr>
        <w:t xml:space="preserve"> de avizare a </w:t>
      </w:r>
      <w:r w:rsidR="00111282">
        <w:rPr>
          <w:rFonts w:ascii="Calibri" w:hAnsi="Calibri" w:cs="Calibri"/>
          <w:b/>
          <w:sz w:val="22"/>
          <w:szCs w:val="22"/>
        </w:rPr>
        <w:t>l</w:t>
      </w:r>
      <w:r w:rsidR="00111282" w:rsidRPr="00E3660B">
        <w:rPr>
          <w:rFonts w:ascii="Calibri" w:hAnsi="Calibri" w:cs="Calibri"/>
          <w:b/>
          <w:sz w:val="22"/>
          <w:szCs w:val="22"/>
        </w:rPr>
        <w:t>ucrărilor</w:t>
      </w:r>
      <w:r w:rsidRPr="00E3660B">
        <w:rPr>
          <w:rFonts w:ascii="Calibri" w:hAnsi="Calibri" w:cs="Calibri"/>
          <w:b/>
          <w:sz w:val="22"/>
          <w:szCs w:val="22"/>
        </w:rPr>
        <w:t xml:space="preserve"> de </w:t>
      </w:r>
      <w:r w:rsidR="00111282">
        <w:rPr>
          <w:rFonts w:ascii="Calibri" w:hAnsi="Calibri" w:cs="Calibri"/>
          <w:b/>
          <w:sz w:val="22"/>
          <w:szCs w:val="22"/>
        </w:rPr>
        <w:t>i</w:t>
      </w:r>
      <w:r w:rsidR="007B3E15" w:rsidRPr="00E3660B">
        <w:rPr>
          <w:rFonts w:ascii="Calibri" w:hAnsi="Calibri" w:cs="Calibri"/>
          <w:b/>
          <w:sz w:val="22"/>
          <w:szCs w:val="22"/>
        </w:rPr>
        <w:t>ntervenție</w:t>
      </w:r>
      <w:r w:rsidRPr="00E3660B">
        <w:rPr>
          <w:rFonts w:ascii="Calibri" w:hAnsi="Calibri" w:cs="Calibri"/>
          <w:b/>
          <w:sz w:val="22"/>
          <w:szCs w:val="22"/>
        </w:rPr>
        <w:t>/ SF cu elemente de DALI (</w:t>
      </w:r>
      <w:r w:rsidR="007B3E15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caz) si este </w:t>
      </w:r>
      <w:r w:rsidR="007B3E15" w:rsidRPr="00E3660B">
        <w:rPr>
          <w:rFonts w:ascii="Calibri" w:hAnsi="Calibri" w:cs="Calibri"/>
          <w:b/>
          <w:sz w:val="22"/>
          <w:szCs w:val="22"/>
        </w:rPr>
        <w:t>obligatoriu</w:t>
      </w:r>
      <w:r w:rsidRPr="00E3660B">
        <w:rPr>
          <w:rFonts w:ascii="Calibri" w:hAnsi="Calibri" w:cs="Calibri"/>
          <w:b/>
          <w:sz w:val="22"/>
          <w:szCs w:val="22"/>
        </w:rPr>
        <w:t xml:space="preserve"> ca in memoriul ge</w:t>
      </w:r>
      <w:r w:rsidR="007B3E15">
        <w:rPr>
          <w:rFonts w:ascii="Calibri" w:hAnsi="Calibri" w:cs="Calibri"/>
          <w:b/>
          <w:sz w:val="22"/>
          <w:szCs w:val="22"/>
        </w:rPr>
        <w:t>ne</w:t>
      </w:r>
      <w:r w:rsidRPr="00E3660B">
        <w:rPr>
          <w:rFonts w:ascii="Calibri" w:hAnsi="Calibri" w:cs="Calibri"/>
          <w:b/>
          <w:sz w:val="22"/>
          <w:szCs w:val="22"/>
        </w:rPr>
        <w:t xml:space="preserve">ral al PT sa se prezinte </w:t>
      </w:r>
      <w:r w:rsidR="007B3E15" w:rsidRPr="00E3660B">
        <w:rPr>
          <w:rFonts w:ascii="Calibri" w:hAnsi="Calibri" w:cs="Calibri"/>
          <w:b/>
          <w:sz w:val="22"/>
          <w:szCs w:val="22"/>
        </w:rPr>
        <w:t>informațiile</w:t>
      </w:r>
      <w:r w:rsidRPr="00E3660B">
        <w:rPr>
          <w:rFonts w:ascii="Calibri" w:hAnsi="Calibri" w:cs="Calibri"/>
          <w:b/>
          <w:sz w:val="22"/>
          <w:szCs w:val="22"/>
        </w:rPr>
        <w:t xml:space="preserve"> din acest document care va fi anexat  si opisat integral la </w:t>
      </w:r>
      <w:r w:rsidR="007B3E15" w:rsidRPr="00E3660B">
        <w:rPr>
          <w:rFonts w:ascii="Calibri" w:hAnsi="Calibri" w:cs="Calibri"/>
          <w:b/>
          <w:sz w:val="22"/>
          <w:szCs w:val="22"/>
        </w:rPr>
        <w:t>documentația</w:t>
      </w:r>
      <w:r w:rsidRPr="00E3660B">
        <w:rPr>
          <w:rFonts w:ascii="Calibri" w:hAnsi="Calibri" w:cs="Calibri"/>
          <w:b/>
          <w:sz w:val="22"/>
          <w:szCs w:val="22"/>
        </w:rPr>
        <w:t xml:space="preserve"> PT. </w:t>
      </w:r>
    </w:p>
    <w:p w14:paraId="361BBDED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  <w:shd w:val="clear" w:color="auto" w:fill="FFFF00"/>
        </w:rPr>
      </w:pPr>
    </w:p>
    <w:p w14:paraId="61520835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2311D4AA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14:paraId="7E183773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14:paraId="021431BD" w14:textId="77777777"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 w:rsidR="00111282">
        <w:rPr>
          <w:rFonts w:ascii="Calibri" w:hAnsi="Calibri" w:cs="Calibri"/>
          <w:b/>
          <w:sz w:val="22"/>
          <w:szCs w:val="22"/>
        </w:rPr>
        <w:t>ă</w:t>
      </w:r>
      <w:r w:rsidRPr="00E3660B">
        <w:rPr>
          <w:rFonts w:ascii="Calibri" w:hAnsi="Calibri" w:cs="Calibri"/>
          <w:b/>
          <w:sz w:val="22"/>
          <w:szCs w:val="22"/>
        </w:rPr>
        <w:t xml:space="preserve"> a momentului prevăzut pentru solu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ionarea acestora) cu excep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 criteriilor 10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11 din cadrul sec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iunii II.</w:t>
      </w:r>
    </w:p>
    <w:p w14:paraId="5BC4D5FB" w14:textId="77777777" w:rsidR="00AC4893" w:rsidRPr="00E3660B" w:rsidRDefault="00AC4893" w:rsidP="001B674D">
      <w:pPr>
        <w:pStyle w:val="Corptext"/>
        <w:rPr>
          <w:rFonts w:ascii="Calibri" w:hAnsi="Calibri" w:cs="Calibri"/>
          <w:b/>
          <w:sz w:val="22"/>
          <w:szCs w:val="22"/>
        </w:rPr>
      </w:pPr>
    </w:p>
    <w:p w14:paraId="2951F27A" w14:textId="77777777" w:rsidR="00522E43" w:rsidRPr="00E3660B" w:rsidRDefault="00522E43" w:rsidP="001B674D">
      <w:pPr>
        <w:jc w:val="both"/>
        <w:rPr>
          <w:rFonts w:ascii="Calibri" w:hAnsi="Calibri" w:cs="Calibri"/>
          <w:sz w:val="22"/>
          <w:szCs w:val="22"/>
        </w:rPr>
      </w:pPr>
    </w:p>
    <w:sectPr w:rsidR="00522E43" w:rsidRPr="00E3660B" w:rsidSect="00C04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33C8" w14:textId="77777777" w:rsidR="001A32C9" w:rsidRDefault="001A32C9">
      <w:r>
        <w:separator/>
      </w:r>
    </w:p>
  </w:endnote>
  <w:endnote w:type="continuationSeparator" w:id="0">
    <w:p w14:paraId="4550C201" w14:textId="77777777" w:rsidR="001A32C9" w:rsidRDefault="001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9536" w14:textId="77777777" w:rsidR="004E30C9" w:rsidRDefault="004E30C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110B626E" w14:textId="77777777">
      <w:trPr>
        <w:cantSplit/>
        <w:trHeight w:hRule="exact" w:val="340"/>
        <w:hidden/>
      </w:trPr>
      <w:tc>
        <w:tcPr>
          <w:tcW w:w="9210" w:type="dxa"/>
        </w:tcPr>
        <w:p w14:paraId="42A362A0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7CCBC251" w14:textId="77777777" w:rsidR="0055238C" w:rsidRDefault="002173DA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3A99B7C" wp14:editId="1CBEA5F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28864" wp14:editId="6B6747FB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DBCFB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415859" wp14:editId="09E74B6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20F8E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943F4F4" wp14:editId="0F18DBE8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AA7F7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5EA7B9B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F94D115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47B90DA6" wp14:editId="214D864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EA8BA6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2DC9" w14:textId="77777777" w:rsidR="0055238C" w:rsidRDefault="002173DA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0A5865D9" wp14:editId="7C47DE24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C2200A3" wp14:editId="6F7F6D4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37C360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068FB3E1" wp14:editId="51F4810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8655B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C07A00C" wp14:editId="3B93BB6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A93AF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BC08D38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4F685B9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2D8976D3" wp14:editId="0DA041A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8134A" w14:textId="77777777" w:rsidR="001A32C9" w:rsidRDefault="001A32C9">
      <w:r>
        <w:separator/>
      </w:r>
    </w:p>
  </w:footnote>
  <w:footnote w:type="continuationSeparator" w:id="0">
    <w:p w14:paraId="761D3D19" w14:textId="77777777" w:rsidR="001A32C9" w:rsidRDefault="001A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3728" w14:textId="77777777" w:rsidR="004E30C9" w:rsidRDefault="00D861D8">
    <w:pPr>
      <w:pStyle w:val="Antet"/>
    </w:pPr>
    <w:r>
      <w:rPr>
        <w:noProof/>
      </w:rPr>
      <w:pict w14:anchorId="64B66D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2" o:spid="_x0000_s2093" type="#_x0000_t136" style="position:absolute;margin-left:0;margin-top:0;width:632.15pt;height:97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3F351" w14:textId="77777777" w:rsidR="0004589A" w:rsidRPr="0004589A" w:rsidRDefault="00D861D8">
    <w:pPr>
      <w:pStyle w:val="Antet"/>
      <w:rPr>
        <w:color w:val="999999"/>
      </w:rPr>
    </w:pPr>
    <w:r>
      <w:rPr>
        <w:noProof/>
      </w:rPr>
      <w:pict w14:anchorId="4588FC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3" o:spid="_x0000_s2094" type="#_x0000_t136" style="position:absolute;margin-left:0;margin-top:0;width:632.15pt;height:97.2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173DA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3D17FD" wp14:editId="49CE1FDF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3D566" w14:textId="77777777" w:rsidR="0004589A" w:rsidRDefault="0004589A" w:rsidP="0004589A">
                            <w:pPr>
                              <w:spacing w:line="330" w:lineRule="auto"/>
                            </w:pPr>
                          </w:p>
                          <w:p w14:paraId="261E7E33" w14:textId="77777777" w:rsidR="0004589A" w:rsidRPr="00851382" w:rsidRDefault="0004589A" w:rsidP="0004589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04589A" w:rsidRDefault="0004589A" w:rsidP="0004589A">
                      <w:pPr>
                        <w:spacing w:line="330" w:lineRule="auto"/>
                      </w:pPr>
                    </w:p>
                    <w:p w:rsidR="0004589A" w:rsidRPr="00851382" w:rsidRDefault="0004589A" w:rsidP="0004589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766" w14:textId="77777777" w:rsidR="00C04AE4" w:rsidRDefault="00D861D8" w:rsidP="00C04AE4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362423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331281" o:spid="_x0000_s2092" type="#_x0000_t136" style="position:absolute;margin-left:0;margin-top:0;width:632.15pt;height:97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2173DA">
      <w:rPr>
        <w:noProof/>
      </w:rPr>
      <w:drawing>
        <wp:anchor distT="0" distB="0" distL="114300" distR="114300" simplePos="0" relativeHeight="251661312" behindDoc="0" locked="0" layoutInCell="1" allowOverlap="1" wp14:anchorId="2364C00C" wp14:editId="6B284707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2336" behindDoc="0" locked="0" layoutInCell="1" allowOverlap="1" wp14:anchorId="0339BA01" wp14:editId="58A15F8D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3DA">
      <w:rPr>
        <w:noProof/>
      </w:rPr>
      <w:drawing>
        <wp:anchor distT="0" distB="0" distL="114300" distR="114300" simplePos="0" relativeHeight="251663360" behindDoc="0" locked="0" layoutInCell="1" allowOverlap="1" wp14:anchorId="41DB7DFD" wp14:editId="1C7D349F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640727">
    <w:abstractNumId w:val="17"/>
  </w:num>
  <w:num w:numId="2" w16cid:durableId="1872570408">
    <w:abstractNumId w:val="13"/>
  </w:num>
  <w:num w:numId="3" w16cid:durableId="13234346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846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5353147">
    <w:abstractNumId w:val="34"/>
  </w:num>
  <w:num w:numId="6" w16cid:durableId="1418213956">
    <w:abstractNumId w:val="3"/>
  </w:num>
  <w:num w:numId="7" w16cid:durableId="117838850">
    <w:abstractNumId w:val="33"/>
  </w:num>
  <w:num w:numId="8" w16cid:durableId="1703088449">
    <w:abstractNumId w:val="26"/>
  </w:num>
  <w:num w:numId="9" w16cid:durableId="1140879405">
    <w:abstractNumId w:val="42"/>
  </w:num>
  <w:num w:numId="10" w16cid:durableId="86389281">
    <w:abstractNumId w:val="0"/>
  </w:num>
  <w:num w:numId="11" w16cid:durableId="1176461138">
    <w:abstractNumId w:val="21"/>
  </w:num>
  <w:num w:numId="12" w16cid:durableId="1286740567">
    <w:abstractNumId w:val="15"/>
  </w:num>
  <w:num w:numId="13" w16cid:durableId="1603413040">
    <w:abstractNumId w:val="23"/>
  </w:num>
  <w:num w:numId="14" w16cid:durableId="413941725">
    <w:abstractNumId w:val="19"/>
  </w:num>
  <w:num w:numId="15" w16cid:durableId="716509602">
    <w:abstractNumId w:val="38"/>
  </w:num>
  <w:num w:numId="16" w16cid:durableId="20976288">
    <w:abstractNumId w:val="25"/>
  </w:num>
  <w:num w:numId="17" w16cid:durableId="1480801262">
    <w:abstractNumId w:val="8"/>
  </w:num>
  <w:num w:numId="18" w16cid:durableId="1703435125">
    <w:abstractNumId w:val="37"/>
  </w:num>
  <w:num w:numId="19" w16cid:durableId="536167531">
    <w:abstractNumId w:val="43"/>
  </w:num>
  <w:num w:numId="20" w16cid:durableId="936867562">
    <w:abstractNumId w:val="36"/>
  </w:num>
  <w:num w:numId="21" w16cid:durableId="702905280">
    <w:abstractNumId w:val="32"/>
  </w:num>
  <w:num w:numId="22" w16cid:durableId="1223250241">
    <w:abstractNumId w:val="22"/>
  </w:num>
  <w:num w:numId="23" w16cid:durableId="1935016333">
    <w:abstractNumId w:val="31"/>
  </w:num>
  <w:num w:numId="24" w16cid:durableId="1890458396">
    <w:abstractNumId w:val="16"/>
  </w:num>
  <w:num w:numId="25" w16cid:durableId="1547328982">
    <w:abstractNumId w:val="35"/>
  </w:num>
  <w:num w:numId="26" w16cid:durableId="102187448">
    <w:abstractNumId w:val="12"/>
  </w:num>
  <w:num w:numId="27" w16cid:durableId="1605577216">
    <w:abstractNumId w:val="40"/>
  </w:num>
  <w:num w:numId="28" w16cid:durableId="2054310177">
    <w:abstractNumId w:val="41"/>
  </w:num>
  <w:num w:numId="29" w16cid:durableId="1699501669">
    <w:abstractNumId w:val="9"/>
  </w:num>
  <w:num w:numId="30" w16cid:durableId="774713031">
    <w:abstractNumId w:val="7"/>
  </w:num>
  <w:num w:numId="31" w16cid:durableId="850681652">
    <w:abstractNumId w:val="1"/>
  </w:num>
  <w:num w:numId="32" w16cid:durableId="1102870859">
    <w:abstractNumId w:val="44"/>
  </w:num>
  <w:num w:numId="33" w16cid:durableId="234122419">
    <w:abstractNumId w:val="10"/>
  </w:num>
  <w:num w:numId="34" w16cid:durableId="2102871849">
    <w:abstractNumId w:val="29"/>
  </w:num>
  <w:num w:numId="35" w16cid:durableId="1026053927">
    <w:abstractNumId w:val="5"/>
  </w:num>
  <w:num w:numId="36" w16cid:durableId="1845044874">
    <w:abstractNumId w:val="39"/>
  </w:num>
  <w:num w:numId="37" w16cid:durableId="886528081">
    <w:abstractNumId w:val="20"/>
  </w:num>
  <w:num w:numId="38" w16cid:durableId="44187783">
    <w:abstractNumId w:val="24"/>
  </w:num>
  <w:num w:numId="39" w16cid:durableId="2047098079">
    <w:abstractNumId w:val="30"/>
  </w:num>
  <w:num w:numId="40" w16cid:durableId="709913135">
    <w:abstractNumId w:val="27"/>
  </w:num>
  <w:num w:numId="41" w16cid:durableId="1556699752">
    <w:abstractNumId w:val="18"/>
  </w:num>
  <w:num w:numId="42" w16cid:durableId="1804733942">
    <w:abstractNumId w:val="2"/>
  </w:num>
  <w:num w:numId="43" w16cid:durableId="1213881119">
    <w:abstractNumId w:val="28"/>
  </w:num>
  <w:num w:numId="44" w16cid:durableId="837615868">
    <w:abstractNumId w:val="11"/>
  </w:num>
  <w:num w:numId="45" w16cid:durableId="14319668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1282"/>
    <w:rsid w:val="001175F2"/>
    <w:rsid w:val="00134DEE"/>
    <w:rsid w:val="001357F6"/>
    <w:rsid w:val="00144BFD"/>
    <w:rsid w:val="00163AF4"/>
    <w:rsid w:val="001679F8"/>
    <w:rsid w:val="001726E9"/>
    <w:rsid w:val="001A32C9"/>
    <w:rsid w:val="001A637E"/>
    <w:rsid w:val="001B674D"/>
    <w:rsid w:val="001D40CB"/>
    <w:rsid w:val="001D7627"/>
    <w:rsid w:val="001E7798"/>
    <w:rsid w:val="002173DA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0F4C"/>
    <w:rsid w:val="003E2E03"/>
    <w:rsid w:val="003F4311"/>
    <w:rsid w:val="00474F02"/>
    <w:rsid w:val="004E30C9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0018D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338F4"/>
    <w:rsid w:val="00744EC4"/>
    <w:rsid w:val="00754551"/>
    <w:rsid w:val="0076114F"/>
    <w:rsid w:val="00776028"/>
    <w:rsid w:val="007A69A6"/>
    <w:rsid w:val="007B3E15"/>
    <w:rsid w:val="007C403D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201A"/>
    <w:rsid w:val="00955977"/>
    <w:rsid w:val="0095716B"/>
    <w:rsid w:val="009C6F66"/>
    <w:rsid w:val="009F239D"/>
    <w:rsid w:val="009F711B"/>
    <w:rsid w:val="009F75B4"/>
    <w:rsid w:val="00A40C9A"/>
    <w:rsid w:val="00A95159"/>
    <w:rsid w:val="00AC3124"/>
    <w:rsid w:val="00AC4893"/>
    <w:rsid w:val="00AE4990"/>
    <w:rsid w:val="00AF0DE7"/>
    <w:rsid w:val="00B15233"/>
    <w:rsid w:val="00B81BF6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861D8"/>
    <w:rsid w:val="00D94812"/>
    <w:rsid w:val="00D96085"/>
    <w:rsid w:val="00DD113C"/>
    <w:rsid w:val="00E32BBC"/>
    <w:rsid w:val="00E3660B"/>
    <w:rsid w:val="00E615D2"/>
    <w:rsid w:val="00E753B1"/>
    <w:rsid w:val="00EB7F6D"/>
    <w:rsid w:val="00EC3F30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1"/>
    </o:shapelayout>
  </w:shapeDefaults>
  <w:decimalSymbol w:val="."/>
  <w:listSeparator w:val=","/>
  <w14:docId w14:val="660F0ADB"/>
  <w15:chartTrackingRefBased/>
  <w15:docId w15:val="{2A22AB1E-29E1-413A-9F4C-2EF0E059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82C4-42E3-4AB7-A867-D962C139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8</Pages>
  <Words>2544</Words>
  <Characters>16515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19021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2023-09-22T09:06:00Z</dcterms:created>
  <dcterms:modified xsi:type="dcterms:W3CDTF">2024-02-01T11:16:00Z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e02bd7717d97702b57775fc0a2e1315d843d714436e5f3281e124bb48c012066</vt:lpwstr>
  </property>
</Properties>
</file>